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D85" w:rsidRPr="00EA5EE4" w:rsidRDefault="00A86A65" w:rsidP="00EA5EE4">
      <w:pPr>
        <w:rPr>
          <w:color w:val="C0000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121494</wp:posOffset>
                </wp:positionH>
                <wp:positionV relativeFrom="paragraph">
                  <wp:posOffset>876034</wp:posOffset>
                </wp:positionV>
                <wp:extent cx="1943899" cy="454002"/>
                <wp:effectExtent l="0" t="0" r="18415" b="228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899" cy="4540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6A65" w:rsidRPr="00A86A65" w:rsidRDefault="00A86A6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134 South Dixie </w:t>
                            </w:r>
                            <w:r w:rsidRPr="00A86A65">
                              <w:rPr>
                                <w:sz w:val="16"/>
                                <w:szCs w:val="16"/>
                              </w:rPr>
                              <w:t>Highway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Suite 110 Hallandale Beach, FL 33009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9.55pt;margin-top:69pt;width:153.05pt;height:35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" fillcolor="white [3201]" strokecolor="white [3212]" strokeweight=".5pt">
                <v:textbox>
                  <w:txbxContent>
                    <w:p w:rsidR="00A86A65" w:rsidRPr="00A86A65" w:rsidRDefault="00A86A6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134 South Dixie </w:t>
                      </w:r>
                      <w:r w:rsidRPr="00A86A65">
                        <w:rPr>
                          <w:sz w:val="16"/>
                          <w:szCs w:val="16"/>
                        </w:rPr>
                        <w:t>Highway</w:t>
                      </w:r>
                      <w:r>
                        <w:rPr>
                          <w:sz w:val="16"/>
                          <w:szCs w:val="16"/>
                        </w:rPr>
                        <w:t xml:space="preserve"> Suite 110 Hallandale Beach, FL 33009</w:t>
                      </w:r>
                    </w:p>
                  </w:txbxContent>
                </v:textbox>
              </v:shape>
            </w:pict>
          </mc:Fallback>
        </mc:AlternateContent>
      </w:r>
      <w:r w:rsidR="00EA5EE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269A81" wp14:editId="43023CA7">
                <wp:simplePos x="0" y="0"/>
                <wp:positionH relativeFrom="column">
                  <wp:posOffset>192405</wp:posOffset>
                </wp:positionH>
                <wp:positionV relativeFrom="paragraph">
                  <wp:posOffset>116205</wp:posOffset>
                </wp:positionV>
                <wp:extent cx="2233295" cy="925830"/>
                <wp:effectExtent l="1905" t="1905" r="3175" b="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3295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D85" w:rsidRDefault="00EA5EE4">
                            <w:pPr>
                              <w:spacing w:after="0" w:line="240" w:lineRule="auto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983ED9" wp14:editId="1FAFD5B0">
                                  <wp:extent cx="2233295" cy="75120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one stop 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33295" cy="7512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69A81" id="Text Box 8" o:spid="_x0000_s1027" type="#_x0000_t202" style="position:absolute;margin-left:15.15pt;margin-top:9.15pt;width:175.85pt;height:7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" filled="f" stroked="f">
                <v:textbox inset="0,0,0,0">
                  <w:txbxContent>
                    <w:p w:rsidR="00787D85" w:rsidRDefault="00EA5EE4">
                      <w:pPr>
                        <w:spacing w:after="0"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983ED9" wp14:editId="1FAFD5B0">
                            <wp:extent cx="2233295" cy="751205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one stop logo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33295" cy="7512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A5EE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DD9AD3" wp14:editId="1B89676C">
                <wp:simplePos x="0" y="0"/>
                <wp:positionH relativeFrom="margin">
                  <wp:posOffset>220980</wp:posOffset>
                </wp:positionH>
                <wp:positionV relativeFrom="paragraph">
                  <wp:posOffset>3496945</wp:posOffset>
                </wp:positionV>
                <wp:extent cx="5711825" cy="169545"/>
                <wp:effectExtent l="1905" t="1270" r="1270" b="635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1825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AddressChar"/>
                              </w:rPr>
                              <w:id w:val="4335693"/>
                              <w:placeholder>
                                <w:docPart w:val="D6A4D821B023486CBBACED86C3FD6949"/>
                              </w:placeholder>
                            </w:sdtPr>
                            <w:sdtEndPr>
                              <w:rPr>
                                <w:rStyle w:val="DefaultParagraphFont"/>
                              </w:rPr>
                            </w:sdtEndPr>
                            <w:sdtContent>
                              <w:p w:rsidR="00787D85" w:rsidRDefault="00EA5EE4">
                                <w:pPr>
                                  <w:pStyle w:val="Address"/>
                                  <w:spacing w:after="0"/>
                                </w:pPr>
                                <w:r>
                                  <w:rPr>
                                    <w:rStyle w:val="AddressChar"/>
                                  </w:rPr>
                                  <w:t>134 South Dixie Hwy Suite 110 – Hallandale Beach, FL 33009 Phone: 305-555-5555 Fax: 786-899-2720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D9AD3" id="Text Box 9" o:spid="_x0000_s1028" type="#_x0000_t202" style="position:absolute;margin-left:17.4pt;margin-top:275.35pt;width:449.75pt;height:13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" filled="f" stroked="f">
                <v:textbox inset="0,0,0,0">
                  <w:txbxContent>
                    <w:sdt>
                      <w:sdtPr>
                        <w:rPr>
                          <w:rStyle w:val="AddressChar"/>
                        </w:rPr>
                        <w:id w:val="4335693"/>
                        <w:placeholder>
                          <w:docPart w:val="D6A4D821B023486CBBACED86C3FD6949"/>
                        </w:placeholder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p w:rsidR="00787D85" w:rsidRDefault="00EA5EE4">
                          <w:pPr>
                            <w:pStyle w:val="Address"/>
                            <w:spacing w:after="0"/>
                          </w:pPr>
                          <w:r>
                            <w:rPr>
                              <w:rStyle w:val="AddressChar"/>
                            </w:rPr>
                            <w:t>134 South Dixie Hwy Suite 110 – Hallandale Beach, FL 33009 Phone: 305-555-5555 Fax: 786-899-2720</w:t>
                          </w:r>
                        </w:p>
                      </w:sdtContent>
                    </w:sdt>
                  </w:txbxContent>
                </v:textbox>
                <w10:wrap anchorx="margin"/>
              </v:shape>
            </w:pict>
          </mc:Fallback>
        </mc:AlternateContent>
      </w:r>
      <w:r w:rsidR="00EA5EE4" w:rsidRPr="00EA5EE4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515AC0" wp14:editId="29133A4A">
                <wp:simplePos x="0" y="0"/>
                <wp:positionH relativeFrom="column">
                  <wp:posOffset>8261350</wp:posOffset>
                </wp:positionH>
                <wp:positionV relativeFrom="paragraph">
                  <wp:posOffset>-1270</wp:posOffset>
                </wp:positionV>
                <wp:extent cx="428625" cy="1049655"/>
                <wp:effectExtent l="3175" t="8255" r="6350" b="8890"/>
                <wp:wrapNone/>
                <wp:docPr id="1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625" cy="1049655"/>
                        </a:xfrm>
                        <a:custGeom>
                          <a:avLst/>
                          <a:gdLst>
                            <a:gd name="T0" fmla="*/ 0 w 1376"/>
                            <a:gd name="T1" fmla="*/ 0 h 3365"/>
                            <a:gd name="T2" fmla="*/ 1376 w 1376"/>
                            <a:gd name="T3" fmla="*/ 0 h 3365"/>
                            <a:gd name="T4" fmla="*/ 1376 w 1376"/>
                            <a:gd name="T5" fmla="*/ 3365 h 3365"/>
                            <a:gd name="T6" fmla="*/ 1363 w 1376"/>
                            <a:gd name="T7" fmla="*/ 3134 h 3365"/>
                            <a:gd name="T8" fmla="*/ 1351 w 1376"/>
                            <a:gd name="T9" fmla="*/ 2914 h 3365"/>
                            <a:gd name="T10" fmla="*/ 1338 w 1376"/>
                            <a:gd name="T11" fmla="*/ 2706 h 3365"/>
                            <a:gd name="T12" fmla="*/ 1325 w 1376"/>
                            <a:gd name="T13" fmla="*/ 2507 h 3365"/>
                            <a:gd name="T14" fmla="*/ 1310 w 1376"/>
                            <a:gd name="T15" fmla="*/ 2320 h 3365"/>
                            <a:gd name="T16" fmla="*/ 1295 w 1376"/>
                            <a:gd name="T17" fmla="*/ 2141 h 3365"/>
                            <a:gd name="T18" fmla="*/ 1277 w 1376"/>
                            <a:gd name="T19" fmla="*/ 1973 h 3365"/>
                            <a:gd name="T20" fmla="*/ 1260 w 1376"/>
                            <a:gd name="T21" fmla="*/ 1813 h 3365"/>
                            <a:gd name="T22" fmla="*/ 1240 w 1376"/>
                            <a:gd name="T23" fmla="*/ 1663 h 3365"/>
                            <a:gd name="T24" fmla="*/ 1218 w 1376"/>
                            <a:gd name="T25" fmla="*/ 1523 h 3365"/>
                            <a:gd name="T26" fmla="*/ 1195 w 1376"/>
                            <a:gd name="T27" fmla="*/ 1389 h 3365"/>
                            <a:gd name="T28" fmla="*/ 1169 w 1376"/>
                            <a:gd name="T29" fmla="*/ 1265 h 3365"/>
                            <a:gd name="T30" fmla="*/ 1142 w 1376"/>
                            <a:gd name="T31" fmla="*/ 1149 h 3365"/>
                            <a:gd name="T32" fmla="*/ 1112 w 1376"/>
                            <a:gd name="T33" fmla="*/ 1039 h 3365"/>
                            <a:gd name="T34" fmla="*/ 1080 w 1376"/>
                            <a:gd name="T35" fmla="*/ 937 h 3365"/>
                            <a:gd name="T36" fmla="*/ 1046 w 1376"/>
                            <a:gd name="T37" fmla="*/ 842 h 3365"/>
                            <a:gd name="T38" fmla="*/ 1008 w 1376"/>
                            <a:gd name="T39" fmla="*/ 753 h 3365"/>
                            <a:gd name="T40" fmla="*/ 967 w 1376"/>
                            <a:gd name="T41" fmla="*/ 671 h 3365"/>
                            <a:gd name="T42" fmla="*/ 924 w 1376"/>
                            <a:gd name="T43" fmla="*/ 595 h 3365"/>
                            <a:gd name="T44" fmla="*/ 877 w 1376"/>
                            <a:gd name="T45" fmla="*/ 524 h 3365"/>
                            <a:gd name="T46" fmla="*/ 826 w 1376"/>
                            <a:gd name="T47" fmla="*/ 458 h 3365"/>
                            <a:gd name="T48" fmla="*/ 772 w 1376"/>
                            <a:gd name="T49" fmla="*/ 398 h 3365"/>
                            <a:gd name="T50" fmla="*/ 714 w 1376"/>
                            <a:gd name="T51" fmla="*/ 342 h 3365"/>
                            <a:gd name="T52" fmla="*/ 653 w 1376"/>
                            <a:gd name="T53" fmla="*/ 291 h 3365"/>
                            <a:gd name="T54" fmla="*/ 587 w 1376"/>
                            <a:gd name="T55" fmla="*/ 243 h 3365"/>
                            <a:gd name="T56" fmla="*/ 517 w 1376"/>
                            <a:gd name="T57" fmla="*/ 199 h 3365"/>
                            <a:gd name="T58" fmla="*/ 443 w 1376"/>
                            <a:gd name="T59" fmla="*/ 159 h 3365"/>
                            <a:gd name="T60" fmla="*/ 364 w 1376"/>
                            <a:gd name="T61" fmla="*/ 123 h 3365"/>
                            <a:gd name="T62" fmla="*/ 280 w 1376"/>
                            <a:gd name="T63" fmla="*/ 89 h 3365"/>
                            <a:gd name="T64" fmla="*/ 192 w 1376"/>
                            <a:gd name="T65" fmla="*/ 57 h 3365"/>
                            <a:gd name="T66" fmla="*/ 98 w 1376"/>
                            <a:gd name="T67" fmla="*/ 27 h 3365"/>
                            <a:gd name="T68" fmla="*/ 0 w 1376"/>
                            <a:gd name="T69" fmla="*/ 0 h 3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376" h="3365">
                              <a:moveTo>
                                <a:pt x="0" y="0"/>
                              </a:moveTo>
                              <a:lnTo>
                                <a:pt x="1376" y="0"/>
                              </a:lnTo>
                              <a:lnTo>
                                <a:pt x="1376" y="3365"/>
                              </a:lnTo>
                              <a:lnTo>
                                <a:pt x="1363" y="3134"/>
                              </a:lnTo>
                              <a:lnTo>
                                <a:pt x="1351" y="2914"/>
                              </a:lnTo>
                              <a:lnTo>
                                <a:pt x="1338" y="2706"/>
                              </a:lnTo>
                              <a:lnTo>
                                <a:pt x="1325" y="2507"/>
                              </a:lnTo>
                              <a:lnTo>
                                <a:pt x="1310" y="2320"/>
                              </a:lnTo>
                              <a:lnTo>
                                <a:pt x="1295" y="2141"/>
                              </a:lnTo>
                              <a:lnTo>
                                <a:pt x="1277" y="1973"/>
                              </a:lnTo>
                              <a:lnTo>
                                <a:pt x="1260" y="1813"/>
                              </a:lnTo>
                              <a:lnTo>
                                <a:pt x="1240" y="1663"/>
                              </a:lnTo>
                              <a:lnTo>
                                <a:pt x="1218" y="1523"/>
                              </a:lnTo>
                              <a:lnTo>
                                <a:pt x="1195" y="1389"/>
                              </a:lnTo>
                              <a:lnTo>
                                <a:pt x="1169" y="1265"/>
                              </a:lnTo>
                              <a:lnTo>
                                <a:pt x="1142" y="1149"/>
                              </a:lnTo>
                              <a:lnTo>
                                <a:pt x="1112" y="1039"/>
                              </a:lnTo>
                              <a:lnTo>
                                <a:pt x="1080" y="937"/>
                              </a:lnTo>
                              <a:lnTo>
                                <a:pt x="1046" y="842"/>
                              </a:lnTo>
                              <a:lnTo>
                                <a:pt x="1008" y="753"/>
                              </a:lnTo>
                              <a:lnTo>
                                <a:pt x="967" y="671"/>
                              </a:lnTo>
                              <a:lnTo>
                                <a:pt x="924" y="595"/>
                              </a:lnTo>
                              <a:lnTo>
                                <a:pt x="877" y="524"/>
                              </a:lnTo>
                              <a:lnTo>
                                <a:pt x="826" y="458"/>
                              </a:lnTo>
                              <a:lnTo>
                                <a:pt x="772" y="398"/>
                              </a:lnTo>
                              <a:lnTo>
                                <a:pt x="714" y="342"/>
                              </a:lnTo>
                              <a:lnTo>
                                <a:pt x="653" y="291"/>
                              </a:lnTo>
                              <a:lnTo>
                                <a:pt x="587" y="243"/>
                              </a:lnTo>
                              <a:lnTo>
                                <a:pt x="517" y="199"/>
                              </a:lnTo>
                              <a:lnTo>
                                <a:pt x="443" y="159"/>
                              </a:lnTo>
                              <a:lnTo>
                                <a:pt x="364" y="123"/>
                              </a:lnTo>
                              <a:lnTo>
                                <a:pt x="280" y="89"/>
                              </a:lnTo>
                              <a:lnTo>
                                <a:pt x="192" y="57"/>
                              </a:lnTo>
                              <a:lnTo>
                                <a:pt x="98" y="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0000">
                            <a:alpha val="85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AA5AA" id="Freeform 4" o:spid="_x0000_s1026" style="position:absolute;margin-left:650.5pt;margin-top:-.1pt;width:33.75pt;height:8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76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" path="m,l1376,r,3365l1363,3134r-12,-220l1338,2706r-13,-199l1310,2320r-15,-179l1277,1973r-17,-160l1240,1663r-22,-140l1195,1389r-26,-124l1142,1149r-30,-110l1080,937r-34,-95l1008,753,967,671,924,595,877,524,826,458,772,398,714,342,653,291,587,243,517,199,443,159,364,123,280,89,192,57,98,27,,xe" fillcolor="#700000" stroked="f">
                <v:fill opacity="55769f"/>
                <v:path arrowok="t" o:connecttype="custom" o:connectlocs="0,0;428625,0;428625,1049655;424575,977598;420837,908973;416788,844091;412738,782016;408066,723685;403393,667849;397786,615444;392491,565535;386261,518745;379408,475074;372243,433275;364144,394595;355734,358411;346389,324099;336421,292281;325830,262648;313993,234886;301221,209307;287827,185600;273186,163453;257300,142865;240479,124149;222412,106681;203410,90773;182851,75800;161046,62075;137995,49597;113386,38368;87220,27762;59808,17780;30527,8422;0,0" o:connectangles="0,0,0,0,0,0,0,0,0,0,0,0,0,0,0,0,0,0,0,0,0,0,0,0,0,0,0,0,0,0,0,0,0,0,0"/>
              </v:shape>
            </w:pict>
          </mc:Fallback>
        </mc:AlternateContent>
      </w:r>
      <w:r w:rsidR="00EA5EE4" w:rsidRPr="00EA5EE4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AFE7BF" wp14:editId="345A7EF0">
                <wp:simplePos x="0" y="0"/>
                <wp:positionH relativeFrom="column">
                  <wp:posOffset>4131945</wp:posOffset>
                </wp:positionH>
                <wp:positionV relativeFrom="paragraph">
                  <wp:posOffset>1819275</wp:posOffset>
                </wp:positionV>
                <wp:extent cx="4398645" cy="830580"/>
                <wp:effectExtent l="0" t="0" r="3810" b="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8645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Address02Char"/>
                              </w:rPr>
                              <w:id w:val="4335696"/>
                              <w:placeholder>
                                <w:docPart w:val="604D814006904A148DA0CF0814428997"/>
                              </w:placeholder>
                              <w:showingPlcHdr/>
                            </w:sdtPr>
                            <w:sdtEndPr>
                              <w:rPr>
                                <w:rStyle w:val="DefaultParagraphFont"/>
                              </w:rPr>
                            </w:sdtEndPr>
                            <w:sdtContent>
                              <w:p w:rsidR="00787D85" w:rsidRDefault="004D4537">
                                <w:pPr>
                                  <w:pStyle w:val="Address02"/>
                                  <w:rPr>
                                    <w:rStyle w:val="PlaceholderText"/>
                                    <w:color w:val="auto"/>
                                  </w:rPr>
                                </w:pPr>
                                <w:r>
                                  <w:rPr>
                                    <w:rStyle w:val="PlaceholderText"/>
                                    <w:color w:val="auto"/>
                                  </w:rPr>
                                  <w:t>Address line 01</w:t>
                                </w:r>
                              </w:p>
                              <w:p w:rsidR="00787D85" w:rsidRDefault="004D4537">
                                <w:pPr>
                                  <w:pStyle w:val="Address02"/>
                                  <w:rPr>
                                    <w:rStyle w:val="PlaceholderText"/>
                                    <w:color w:val="auto"/>
                                  </w:rPr>
                                </w:pPr>
                                <w:r>
                                  <w:rPr>
                                    <w:rStyle w:val="PlaceholderText"/>
                                    <w:color w:val="auto"/>
                                  </w:rPr>
                                  <w:t>Address line 02</w:t>
                                </w:r>
                              </w:p>
                              <w:p w:rsidR="00787D85" w:rsidRDefault="004D4537">
                                <w:pPr>
                                  <w:pStyle w:val="Address02"/>
                                  <w:rPr>
                                    <w:rStyle w:val="PlaceholderText"/>
                                    <w:color w:val="auto"/>
                                  </w:rPr>
                                </w:pPr>
                                <w:r>
                                  <w:rPr>
                                    <w:rStyle w:val="PlaceholderText"/>
                                    <w:color w:val="auto"/>
                                  </w:rPr>
                                  <w:t>Address line 03</w:t>
                                </w:r>
                              </w:p>
                              <w:p w:rsidR="00787D85" w:rsidRDefault="004D4537">
                                <w:pPr>
                                  <w:pStyle w:val="Address02"/>
                                </w:pPr>
                                <w:r>
                                  <w:rPr>
                                    <w:rStyle w:val="PlaceholderText"/>
                                    <w:color w:val="auto"/>
                                  </w:rPr>
                                  <w:t>Address line 04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FE7BF" id="Text Box 10" o:spid="_x0000_s1029" type="#_x0000_t202" style="position:absolute;margin-left:325.35pt;margin-top:143.25pt;width:346.35pt;height:65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" filled="f" stroked="f">
                <v:textbox inset="0,0,0,0">
                  <w:txbxContent>
                    <w:sdt>
                      <w:sdtPr>
                        <w:rPr>
                          <w:rStyle w:val="Address02Char"/>
                        </w:rPr>
                        <w:id w:val="4335696"/>
                        <w:placeholder>
                          <w:docPart w:val="604D814006904A148DA0CF0814428997"/>
                        </w:placeholder>
                        <w:showingPlcHdr/>
                      </w:sdtPr>
                      <w:sdtEndPr>
                        <w:rPr>
                          <w:rStyle w:val="DefaultParagraphFont"/>
                        </w:rPr>
                      </w:sdtEndPr>
                      <w:sdtContent>
                        <w:p w:rsidR="00787D85" w:rsidRDefault="004D4537">
                          <w:pPr>
                            <w:pStyle w:val="Address02"/>
                            <w:rPr>
                              <w:rStyle w:val="PlaceholderText"/>
                              <w:color w:val="auto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</w:rPr>
                            <w:t>Address line 01</w:t>
                          </w:r>
                        </w:p>
                        <w:p w:rsidR="00787D85" w:rsidRDefault="004D4537">
                          <w:pPr>
                            <w:pStyle w:val="Address02"/>
                            <w:rPr>
                              <w:rStyle w:val="PlaceholderText"/>
                              <w:color w:val="auto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</w:rPr>
                            <w:t>Address line 02</w:t>
                          </w:r>
                        </w:p>
                        <w:p w:rsidR="00787D85" w:rsidRDefault="004D4537">
                          <w:pPr>
                            <w:pStyle w:val="Address02"/>
                            <w:rPr>
                              <w:rStyle w:val="PlaceholderText"/>
                              <w:color w:val="auto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</w:rPr>
                            <w:t>Address line 03</w:t>
                          </w:r>
                        </w:p>
                        <w:p w:rsidR="00787D85" w:rsidRDefault="004D4537">
                          <w:pPr>
                            <w:pStyle w:val="Address02"/>
                          </w:pPr>
                          <w:r>
                            <w:rPr>
                              <w:rStyle w:val="PlaceholderText"/>
                              <w:color w:val="auto"/>
                            </w:rPr>
                            <w:t>Address line 04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A5EE4" w:rsidRPr="00EA5EE4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C4989A" wp14:editId="271F1680">
                <wp:simplePos x="0" y="0"/>
                <wp:positionH relativeFrom="column">
                  <wp:posOffset>843280</wp:posOffset>
                </wp:positionH>
                <wp:positionV relativeFrom="paragraph">
                  <wp:posOffset>2573655</wp:posOffset>
                </wp:positionV>
                <wp:extent cx="7734935" cy="865505"/>
                <wp:effectExtent l="5080" t="1905" r="3810" b="8890"/>
                <wp:wrapNone/>
                <wp:docPr id="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34935" cy="865505"/>
                        </a:xfrm>
                        <a:custGeom>
                          <a:avLst/>
                          <a:gdLst>
                            <a:gd name="T0" fmla="*/ 16590 w 16590"/>
                            <a:gd name="T1" fmla="*/ 174 h 2612"/>
                            <a:gd name="T2" fmla="*/ 16054 w 16590"/>
                            <a:gd name="T3" fmla="*/ 664 h 2612"/>
                            <a:gd name="T4" fmla="*/ 15336 w 16590"/>
                            <a:gd name="T5" fmla="*/ 1100 h 2612"/>
                            <a:gd name="T6" fmla="*/ 14462 w 16590"/>
                            <a:gd name="T7" fmla="*/ 1480 h 2612"/>
                            <a:gd name="T8" fmla="*/ 13457 w 16590"/>
                            <a:gd name="T9" fmla="*/ 1804 h 2612"/>
                            <a:gd name="T10" fmla="*/ 12343 w 16590"/>
                            <a:gd name="T11" fmla="*/ 2074 h 2612"/>
                            <a:gd name="T12" fmla="*/ 11146 w 16590"/>
                            <a:gd name="T13" fmla="*/ 2288 h 2612"/>
                            <a:gd name="T14" fmla="*/ 9892 w 16590"/>
                            <a:gd name="T15" fmla="*/ 2448 h 2612"/>
                            <a:gd name="T16" fmla="*/ 8602 w 16590"/>
                            <a:gd name="T17" fmla="*/ 2554 h 2612"/>
                            <a:gd name="T18" fmla="*/ 7303 w 16590"/>
                            <a:gd name="T19" fmla="*/ 2606 h 2612"/>
                            <a:gd name="T20" fmla="*/ 6019 w 16590"/>
                            <a:gd name="T21" fmla="*/ 2605 h 2612"/>
                            <a:gd name="T22" fmla="*/ 4774 w 16590"/>
                            <a:gd name="T23" fmla="*/ 2550 h 2612"/>
                            <a:gd name="T24" fmla="*/ 3594 w 16590"/>
                            <a:gd name="T25" fmla="*/ 2442 h 2612"/>
                            <a:gd name="T26" fmla="*/ 2501 w 16590"/>
                            <a:gd name="T27" fmla="*/ 2282 h 2612"/>
                            <a:gd name="T28" fmla="*/ 1522 w 16590"/>
                            <a:gd name="T29" fmla="*/ 2069 h 2612"/>
                            <a:gd name="T30" fmla="*/ 680 w 16590"/>
                            <a:gd name="T31" fmla="*/ 1804 h 2612"/>
                            <a:gd name="T32" fmla="*/ 0 w 16590"/>
                            <a:gd name="T33" fmla="*/ 1487 h 2612"/>
                            <a:gd name="T34" fmla="*/ 328 w 16590"/>
                            <a:gd name="T35" fmla="*/ 1576 h 2612"/>
                            <a:gd name="T36" fmla="*/ 1109 w 16590"/>
                            <a:gd name="T37" fmla="*/ 1851 h 2612"/>
                            <a:gd name="T38" fmla="*/ 2038 w 16590"/>
                            <a:gd name="T39" fmla="*/ 2074 h 2612"/>
                            <a:gd name="T40" fmla="*/ 3090 w 16590"/>
                            <a:gd name="T41" fmla="*/ 2246 h 2612"/>
                            <a:gd name="T42" fmla="*/ 4241 w 16590"/>
                            <a:gd name="T43" fmla="*/ 2368 h 2612"/>
                            <a:gd name="T44" fmla="*/ 5464 w 16590"/>
                            <a:gd name="T45" fmla="*/ 2439 h 2612"/>
                            <a:gd name="T46" fmla="*/ 6738 w 16590"/>
                            <a:gd name="T47" fmla="*/ 2458 h 2612"/>
                            <a:gd name="T48" fmla="*/ 8035 w 16590"/>
                            <a:gd name="T49" fmla="*/ 2425 h 2612"/>
                            <a:gd name="T50" fmla="*/ 9333 w 16590"/>
                            <a:gd name="T51" fmla="*/ 2338 h 2612"/>
                            <a:gd name="T52" fmla="*/ 10606 w 16590"/>
                            <a:gd name="T53" fmla="*/ 2201 h 2612"/>
                            <a:gd name="T54" fmla="*/ 11831 w 16590"/>
                            <a:gd name="T55" fmla="*/ 2009 h 2612"/>
                            <a:gd name="T56" fmla="*/ 12982 w 16590"/>
                            <a:gd name="T57" fmla="*/ 1765 h 2612"/>
                            <a:gd name="T58" fmla="*/ 14034 w 16590"/>
                            <a:gd name="T59" fmla="*/ 1467 h 2612"/>
                            <a:gd name="T60" fmla="*/ 14963 w 16590"/>
                            <a:gd name="T61" fmla="*/ 1116 h 2612"/>
                            <a:gd name="T62" fmla="*/ 15746 w 16590"/>
                            <a:gd name="T63" fmla="*/ 710 h 2612"/>
                            <a:gd name="T64" fmla="*/ 16357 w 16590"/>
                            <a:gd name="T65" fmla="*/ 251 h 26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16590" h="2612">
                              <a:moveTo>
                                <a:pt x="16590" y="0"/>
                              </a:moveTo>
                              <a:lnTo>
                                <a:pt x="16590" y="174"/>
                              </a:lnTo>
                              <a:lnTo>
                                <a:pt x="16346" y="426"/>
                              </a:lnTo>
                              <a:lnTo>
                                <a:pt x="16054" y="664"/>
                              </a:lnTo>
                              <a:lnTo>
                                <a:pt x="15716" y="889"/>
                              </a:lnTo>
                              <a:lnTo>
                                <a:pt x="15336" y="1100"/>
                              </a:lnTo>
                              <a:lnTo>
                                <a:pt x="14918" y="1297"/>
                              </a:lnTo>
                              <a:lnTo>
                                <a:pt x="14462" y="1480"/>
                              </a:lnTo>
                              <a:lnTo>
                                <a:pt x="13975" y="1649"/>
                              </a:lnTo>
                              <a:lnTo>
                                <a:pt x="13457" y="1804"/>
                              </a:lnTo>
                              <a:lnTo>
                                <a:pt x="12912" y="1945"/>
                              </a:lnTo>
                              <a:lnTo>
                                <a:pt x="12343" y="2074"/>
                              </a:lnTo>
                              <a:lnTo>
                                <a:pt x="11754" y="2187"/>
                              </a:lnTo>
                              <a:lnTo>
                                <a:pt x="11146" y="2288"/>
                              </a:lnTo>
                              <a:lnTo>
                                <a:pt x="10524" y="2375"/>
                              </a:lnTo>
                              <a:lnTo>
                                <a:pt x="9892" y="2448"/>
                              </a:lnTo>
                              <a:lnTo>
                                <a:pt x="9249" y="2508"/>
                              </a:lnTo>
                              <a:lnTo>
                                <a:pt x="8602" y="2554"/>
                              </a:lnTo>
                              <a:lnTo>
                                <a:pt x="7952" y="2587"/>
                              </a:lnTo>
                              <a:lnTo>
                                <a:pt x="7303" y="2606"/>
                              </a:lnTo>
                              <a:lnTo>
                                <a:pt x="6658" y="2612"/>
                              </a:lnTo>
                              <a:lnTo>
                                <a:pt x="6019" y="2605"/>
                              </a:lnTo>
                              <a:lnTo>
                                <a:pt x="5390" y="2584"/>
                              </a:lnTo>
                              <a:lnTo>
                                <a:pt x="4774" y="2550"/>
                              </a:lnTo>
                              <a:lnTo>
                                <a:pt x="4174" y="2503"/>
                              </a:lnTo>
                              <a:lnTo>
                                <a:pt x="3594" y="2442"/>
                              </a:lnTo>
                              <a:lnTo>
                                <a:pt x="3035" y="2368"/>
                              </a:lnTo>
                              <a:lnTo>
                                <a:pt x="2501" y="2282"/>
                              </a:lnTo>
                              <a:lnTo>
                                <a:pt x="1996" y="2182"/>
                              </a:lnTo>
                              <a:lnTo>
                                <a:pt x="1522" y="2069"/>
                              </a:lnTo>
                              <a:lnTo>
                                <a:pt x="1082" y="1943"/>
                              </a:lnTo>
                              <a:lnTo>
                                <a:pt x="680" y="1804"/>
                              </a:lnTo>
                              <a:lnTo>
                                <a:pt x="318" y="1652"/>
                              </a:lnTo>
                              <a:lnTo>
                                <a:pt x="0" y="1487"/>
                              </a:lnTo>
                              <a:lnTo>
                                <a:pt x="0" y="1420"/>
                              </a:lnTo>
                              <a:lnTo>
                                <a:pt x="328" y="1576"/>
                              </a:lnTo>
                              <a:lnTo>
                                <a:pt x="699" y="1719"/>
                              </a:lnTo>
                              <a:lnTo>
                                <a:pt x="1109" y="1851"/>
                              </a:lnTo>
                              <a:lnTo>
                                <a:pt x="1557" y="1968"/>
                              </a:lnTo>
                              <a:lnTo>
                                <a:pt x="2038" y="2074"/>
                              </a:lnTo>
                              <a:lnTo>
                                <a:pt x="2551" y="2167"/>
                              </a:lnTo>
                              <a:lnTo>
                                <a:pt x="3090" y="2246"/>
                              </a:lnTo>
                              <a:lnTo>
                                <a:pt x="3655" y="2314"/>
                              </a:lnTo>
                              <a:lnTo>
                                <a:pt x="4241" y="2368"/>
                              </a:lnTo>
                              <a:lnTo>
                                <a:pt x="4844" y="2410"/>
                              </a:lnTo>
                              <a:lnTo>
                                <a:pt x="5464" y="2439"/>
                              </a:lnTo>
                              <a:lnTo>
                                <a:pt x="6096" y="2455"/>
                              </a:lnTo>
                              <a:lnTo>
                                <a:pt x="6738" y="2458"/>
                              </a:lnTo>
                              <a:lnTo>
                                <a:pt x="7385" y="2447"/>
                              </a:lnTo>
                              <a:lnTo>
                                <a:pt x="8035" y="2425"/>
                              </a:lnTo>
                              <a:lnTo>
                                <a:pt x="8686" y="2388"/>
                              </a:lnTo>
                              <a:lnTo>
                                <a:pt x="9333" y="2338"/>
                              </a:lnTo>
                              <a:lnTo>
                                <a:pt x="9974" y="2276"/>
                              </a:lnTo>
                              <a:lnTo>
                                <a:pt x="10606" y="2201"/>
                              </a:lnTo>
                              <a:lnTo>
                                <a:pt x="11226" y="2111"/>
                              </a:lnTo>
                              <a:lnTo>
                                <a:pt x="11831" y="2009"/>
                              </a:lnTo>
                              <a:lnTo>
                                <a:pt x="12417" y="1893"/>
                              </a:lnTo>
                              <a:lnTo>
                                <a:pt x="12982" y="1765"/>
                              </a:lnTo>
                              <a:lnTo>
                                <a:pt x="13521" y="1623"/>
                              </a:lnTo>
                              <a:lnTo>
                                <a:pt x="14034" y="1467"/>
                              </a:lnTo>
                              <a:lnTo>
                                <a:pt x="14515" y="1299"/>
                              </a:lnTo>
                              <a:lnTo>
                                <a:pt x="14963" y="1116"/>
                              </a:lnTo>
                              <a:lnTo>
                                <a:pt x="15375" y="919"/>
                              </a:lnTo>
                              <a:lnTo>
                                <a:pt x="15746" y="710"/>
                              </a:lnTo>
                              <a:lnTo>
                                <a:pt x="16075" y="487"/>
                              </a:lnTo>
                              <a:lnTo>
                                <a:pt x="16357" y="251"/>
                              </a:lnTo>
                              <a:lnTo>
                                <a:pt x="165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0000">
                            <a:alpha val="85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3C16F" id="Freeform 3" o:spid="_x0000_s1026" style="position:absolute;margin-left:66.4pt;margin-top:202.65pt;width:609.05pt;height:6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590,2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" path="m16590,r,174l16346,426r-292,238l15716,889r-380,211l14918,1297r-456,183l13975,1649r-518,155l12912,1945r-569,129l11754,2187r-608,101l10524,2375r-632,73l9249,2508r-647,46l7952,2587r-649,19l6658,2612r-639,-7l5390,2584r-616,-34l4174,2503r-580,-61l3035,2368r-534,-86l1996,2182,1522,2069,1082,1943,680,1804,318,1652,,1487r,-67l328,1576r371,143l1109,1851r448,117l2038,2074r513,93l3090,2246r565,68l4241,2368r603,42l5464,2439r632,16l6738,2458r647,-11l8035,2425r651,-37l9333,2338r641,-62l10606,2201r620,-90l11831,2009r586,-116l12982,1765r539,-142l14034,1467r481,-168l14963,1116r412,-197l15746,710r329,-223l16357,251,16590,xe" fillcolor="#700000" stroked="f">
                <v:fill opacity="55769f"/>
                <v:path arrowok="t" o:connecttype="custom" o:connectlocs="7734935,57656;7485030,220021;7150269,364493;6742775,490409;6274203,597768;5754810,687235;5196720,758145;4612054,811162;4010603,846286;3404957,863517;2806303,863185;2225834,844961;1675669,809174;1166068,756157;709619,685578;317044,597768;0,492728;152927,522219;517061,613342;950199,687235;1440684,744228;1977327,784654;2547540,808180;3141531,814476;3746245,803541;4351425,774713;4944950,729317;5516095,665697;6052738,584845;6543223,486101;6976361,369795;7341428,235264;7626301,83171" o:connectangles="0,0,0,0,0,0,0,0,0,0,0,0,0,0,0,0,0,0,0,0,0,0,0,0,0,0,0,0,0,0,0,0,0"/>
              </v:shape>
            </w:pict>
          </mc:Fallback>
        </mc:AlternateContent>
      </w:r>
      <w:r w:rsidR="00EA5EE4" w:rsidRPr="00EA5EE4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AEFC12" wp14:editId="4A093AF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8686800" cy="3776345"/>
                <wp:effectExtent l="0" t="0" r="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86800" cy="3776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1F5ED" id="Rectangle 2" o:spid="_x0000_s1026" style="position:absolute;margin-left:0;margin-top:0;width:684pt;height:297.3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" filled="f" fillcolor="white [3212]" stroked="f">
                <w10:wrap anchorx="margin" anchory="margin"/>
              </v:rect>
            </w:pict>
          </mc:Fallback>
        </mc:AlternateContent>
      </w:r>
    </w:p>
    <w:sectPr w:rsidR="00787D85" w:rsidRPr="00EA5EE4" w:rsidSect="00B94089">
      <w:pgSz w:w="13680" w:h="5947" w:orient="landscape" w:code="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2081E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30E7C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98039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6780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C526F8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0444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458C5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216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DBEE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006D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EE4"/>
    <w:rsid w:val="00406673"/>
    <w:rsid w:val="004D4537"/>
    <w:rsid w:val="00556A31"/>
    <w:rsid w:val="00787D85"/>
    <w:rsid w:val="00A86A65"/>
    <w:rsid w:val="00B94089"/>
    <w:rsid w:val="00C701DC"/>
    <w:rsid w:val="00D85034"/>
    <w:rsid w:val="00EA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#700000"/>
      <o:colormenu v:ext="edit" fillcolor="#700000"/>
    </o:shapedefaults>
    <o:shapelayout v:ext="edit">
      <o:idmap v:ext="edit" data="1"/>
    </o:shapelayout>
  </w:shapeDefaults>
  <w:decimalSymbol w:val="."/>
  <w:listSeparator w:val=","/>
  <w15:docId w15:val="{AD664B98-DC05-4DE3-AA14-B9135792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87D85"/>
  </w:style>
  <w:style w:type="paragraph" w:styleId="Heading1">
    <w:name w:val="heading 1"/>
    <w:basedOn w:val="Normal"/>
    <w:next w:val="Normal"/>
    <w:link w:val="Heading1Char"/>
    <w:uiPriority w:val="9"/>
    <w:rsid w:val="00EA5E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E9638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5E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46325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7D85"/>
    <w:rPr>
      <w:color w:val="808080"/>
    </w:rPr>
  </w:style>
  <w:style w:type="paragraph" w:customStyle="1" w:styleId="CompanyName">
    <w:name w:val="Company Name"/>
    <w:basedOn w:val="Normal"/>
    <w:link w:val="CompanyNameChar"/>
    <w:qFormat/>
    <w:rsid w:val="00787D85"/>
    <w:pPr>
      <w:spacing w:after="0" w:line="240" w:lineRule="auto"/>
    </w:pPr>
    <w:rPr>
      <w:rFonts w:asciiTheme="majorHAnsi" w:hAnsiTheme="majorHAnsi"/>
      <w:color w:val="0D0D0D" w:themeColor="text1" w:themeTint="F2"/>
      <w:sz w:val="24"/>
    </w:rPr>
  </w:style>
  <w:style w:type="paragraph" w:customStyle="1" w:styleId="Email">
    <w:name w:val="Email"/>
    <w:basedOn w:val="Normal"/>
    <w:link w:val="EmailChar"/>
    <w:qFormat/>
    <w:rsid w:val="00787D85"/>
    <w:pPr>
      <w:spacing w:after="0" w:line="240" w:lineRule="auto"/>
    </w:pPr>
    <w:rPr>
      <w:color w:val="0D0D0D" w:themeColor="text1" w:themeTint="F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D85"/>
    <w:rPr>
      <w:rFonts w:ascii="Tahoma" w:hAnsi="Tahoma" w:cs="Tahoma"/>
      <w:sz w:val="16"/>
      <w:szCs w:val="16"/>
    </w:rPr>
  </w:style>
  <w:style w:type="character" w:customStyle="1" w:styleId="CompanyNameChar">
    <w:name w:val="Company Name Char"/>
    <w:basedOn w:val="DefaultParagraphFont"/>
    <w:link w:val="CompanyName"/>
    <w:rsid w:val="00787D85"/>
    <w:rPr>
      <w:rFonts w:asciiTheme="majorHAnsi" w:hAnsiTheme="majorHAnsi"/>
      <w:color w:val="0D0D0D" w:themeColor="text1" w:themeTint="F2"/>
      <w:sz w:val="24"/>
    </w:rPr>
  </w:style>
  <w:style w:type="paragraph" w:customStyle="1" w:styleId="Address02">
    <w:name w:val="Address02"/>
    <w:basedOn w:val="BalloonText"/>
    <w:link w:val="Address02Char"/>
    <w:qFormat/>
    <w:rsid w:val="00B94089"/>
    <w:pPr>
      <w:spacing w:before="80" w:after="80"/>
    </w:pPr>
    <w:rPr>
      <w:rFonts w:asciiTheme="minorHAnsi" w:hAnsiTheme="minorHAnsi"/>
      <w:sz w:val="18"/>
    </w:rPr>
  </w:style>
  <w:style w:type="paragraph" w:customStyle="1" w:styleId="Address">
    <w:name w:val="Address"/>
    <w:link w:val="AddressChar"/>
    <w:autoRedefine/>
    <w:qFormat/>
    <w:rsid w:val="00787D85"/>
    <w:rPr>
      <w:sz w:val="16"/>
    </w:rPr>
  </w:style>
  <w:style w:type="character" w:customStyle="1" w:styleId="Address02Char">
    <w:name w:val="Address02 Char"/>
    <w:basedOn w:val="DefaultParagraphFont"/>
    <w:link w:val="Address02"/>
    <w:rsid w:val="00B94089"/>
    <w:rPr>
      <w:rFonts w:cs="Tahoma"/>
      <w:sz w:val="18"/>
      <w:szCs w:val="16"/>
    </w:rPr>
  </w:style>
  <w:style w:type="character" w:customStyle="1" w:styleId="EmailChar">
    <w:name w:val="Email Char"/>
    <w:basedOn w:val="DefaultParagraphFont"/>
    <w:link w:val="Email"/>
    <w:rsid w:val="00787D85"/>
    <w:rPr>
      <w:color w:val="0D0D0D" w:themeColor="text1" w:themeTint="F2"/>
      <w:sz w:val="18"/>
    </w:rPr>
  </w:style>
  <w:style w:type="character" w:customStyle="1" w:styleId="AddressChar">
    <w:name w:val="Address Char"/>
    <w:basedOn w:val="DefaultParagraphFont"/>
    <w:link w:val="Address"/>
    <w:rsid w:val="00787D85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A5EE4"/>
    <w:rPr>
      <w:rFonts w:asciiTheme="majorHAnsi" w:eastAsiaTheme="majorEastAsia" w:hAnsiTheme="majorHAnsi" w:cstheme="majorBidi"/>
      <w:color w:val="AE9638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5EE4"/>
    <w:rPr>
      <w:rFonts w:asciiTheme="majorHAnsi" w:eastAsiaTheme="majorEastAsia" w:hAnsiTheme="majorHAnsi" w:cstheme="majorBidi"/>
      <w:color w:val="746325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fo2\AppData\Roaming\Microsoft\Templates\Envelope%20(Green%20Wav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6A4D821B023486CBBACED86C3FD6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D199-0995-403A-8707-C2C8B9EDC3F3}"/>
      </w:docPartPr>
      <w:docPartBody>
        <w:p w:rsidR="00000000" w:rsidRDefault="00763260">
          <w:pPr>
            <w:pStyle w:val="D6A4D821B023486CBBACED86C3FD6949"/>
          </w:pPr>
          <w:r>
            <w:t>Address Line 01. Address line 02. Phone: 425.555.0155. Fax: 425.555.0156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A4D821B023486CBBACED86C3FD6949">
    <w:name w:val="D6A4D821B023486CBBACED86C3FD694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ddress02">
    <w:name w:val="Address02"/>
    <w:basedOn w:val="BalloonText"/>
    <w:link w:val="Address02Char"/>
    <w:qFormat/>
    <w:pPr>
      <w:spacing w:before="80" w:after="80"/>
    </w:pPr>
    <w:rPr>
      <w:rFonts w:asciiTheme="minorHAnsi" w:eastAsiaTheme="minorHAnsi" w:hAnsiTheme="minorHAnsi" w:cs="Tahoma"/>
      <w:szCs w:val="16"/>
    </w:rPr>
  </w:style>
  <w:style w:type="character" w:customStyle="1" w:styleId="Address02Char">
    <w:name w:val="Address02 Char"/>
    <w:basedOn w:val="DefaultParagraphFont"/>
    <w:link w:val="Address02"/>
    <w:rPr>
      <w:rFonts w:eastAsiaTheme="minorHAnsi" w:cs="Tahoma"/>
      <w:sz w:val="18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604D814006904A148DA0CF0814428997">
    <w:name w:val="604D814006904A148DA0CF0814428997"/>
  </w:style>
  <w:style w:type="paragraph" w:customStyle="1" w:styleId="4CC7F813E8764597BED6CB7532A7A6E0">
    <w:name w:val="4CC7F813E8764597BED6CB7532A7A6E0"/>
  </w:style>
  <w:style w:type="paragraph" w:customStyle="1" w:styleId="9D240854D08548528C99137F2C2BB9EA">
    <w:name w:val="9D240854D08548528C99137F2C2BB9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Business_sta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DED2F-699C-4804-8249-E90E9CF5B9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B091F-A0A3-48E8-B8D3-8825D74E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Envelope (Green Wave design)</Template>
  <TotalTime>23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Info2</dc:creator>
  <cp:keywords/>
  <cp:lastModifiedBy>Info2</cp:lastModifiedBy>
  <cp:revision>1</cp:revision>
  <dcterms:created xsi:type="dcterms:W3CDTF">2014-05-02T17:18:00Z</dcterms:created>
  <dcterms:modified xsi:type="dcterms:W3CDTF">2014-05-02T17:41:00Z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TC103853739990</vt:lpwstr>
  </property>
</Properties>
</file>